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043D34E3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3768DF">
        <w:rPr>
          <w:rFonts w:ascii="Verdana" w:eastAsia="Verdana" w:hAnsi="Verdana" w:cs="Times New Roman"/>
          <w:b/>
        </w:rPr>
        <w:t>12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76210C3" w14:textId="77777777" w:rsidR="003768DF" w:rsidRPr="002040C7" w:rsidRDefault="003768DF" w:rsidP="003768D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829B98C" w14:textId="77777777" w:rsidR="003768DF" w:rsidRPr="002040C7" w:rsidRDefault="003768DF" w:rsidP="003768D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63BFE5E1" w14:textId="77777777" w:rsidR="003768DF" w:rsidRPr="002040C7" w:rsidRDefault="003768DF" w:rsidP="003768D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53E2E784" w14:textId="77777777" w:rsidR="003768DF" w:rsidRPr="002040C7" w:rsidRDefault="003768DF" w:rsidP="003768D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2651FB8D" w14:textId="674D311D" w:rsidR="00381365" w:rsidRPr="003C16EE" w:rsidRDefault="00381365" w:rsidP="00247350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2599772" w:rsidR="00381365" w:rsidRPr="00381365" w:rsidRDefault="00381365" w:rsidP="000E768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  <w:r w:rsidR="00054C57">
        <w:rPr>
          <w:rFonts w:cstheme="minorHAnsi"/>
          <w:b/>
          <w:szCs w:val="18"/>
        </w:rPr>
        <w:t xml:space="preserve">   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57F1DDC0" w:rsidR="00381365" w:rsidRPr="00381365" w:rsidRDefault="00381365" w:rsidP="004B3EB0">
      <w:pPr>
        <w:spacing w:after="120"/>
        <w:jc w:val="both"/>
        <w:rPr>
          <w:rFonts w:cstheme="minorHAnsi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4B3EB0" w:rsidRPr="004B3EB0">
        <w:rPr>
          <w:rFonts w:cstheme="minorHAnsi"/>
          <w:lang w:eastAsia="pl-PL"/>
        </w:rPr>
        <w:t>POST/DYS/OW/GZ/02985/2025</w:t>
      </w:r>
      <w:r w:rsidR="004B3EB0">
        <w:rPr>
          <w:rFonts w:cstheme="minorHAnsi"/>
          <w:lang w:eastAsia="pl-PL"/>
        </w:rPr>
        <w:t xml:space="preserve"> </w:t>
      </w:r>
      <w:r w:rsidRPr="00381365">
        <w:rPr>
          <w:rFonts w:cstheme="minorHAnsi"/>
          <w:lang w:eastAsia="pl-PL"/>
        </w:rPr>
        <w:t xml:space="preserve">prowadzonym w trybie przetargu nieograniczonego pn. </w:t>
      </w:r>
      <w:r w:rsidR="004B3EB0" w:rsidRPr="004B3EB0">
        <w:rPr>
          <w:rFonts w:cstheme="minorHAnsi"/>
        </w:rPr>
        <w:t>Wykonanie robót budowlanych w zakresie przyłączenia do sieci</w:t>
      </w:r>
      <w:r w:rsidR="004B3EB0">
        <w:rPr>
          <w:rFonts w:cstheme="minorHAnsi"/>
        </w:rPr>
        <w:t xml:space="preserve"> </w:t>
      </w:r>
      <w:r w:rsidR="004B3EB0" w:rsidRPr="004B3EB0">
        <w:rPr>
          <w:rFonts w:cstheme="minorHAnsi"/>
        </w:rPr>
        <w:t>elektroenergetycznej kontrahentów w podziale na 4 części: Część 1 –w m. Gołków gm. Piaseczno, Część 2 – w m. Łomna-Las gm. Czosnów,</w:t>
      </w:r>
      <w:r w:rsidR="004B3EB0">
        <w:rPr>
          <w:rFonts w:cstheme="minorHAnsi"/>
        </w:rPr>
        <w:t xml:space="preserve"> </w:t>
      </w:r>
      <w:r w:rsidR="004B3EB0" w:rsidRPr="004B3EB0">
        <w:rPr>
          <w:rFonts w:cstheme="minorHAnsi"/>
        </w:rPr>
        <w:t>Część 3 - w m. Tarczyn gm. Tar</w:t>
      </w:r>
      <w:r w:rsidR="004B3EB0">
        <w:rPr>
          <w:rFonts w:cstheme="minorHAnsi"/>
        </w:rPr>
        <w:t xml:space="preserve">czyn, Część 4 - stacja 110/15kV </w:t>
      </w:r>
      <w:bookmarkStart w:id="6" w:name="_GoBack"/>
      <w:bookmarkEnd w:id="6"/>
      <w:r w:rsidR="004B3EB0" w:rsidRPr="004B3EB0">
        <w:rPr>
          <w:rFonts w:cstheme="minorHAnsi"/>
        </w:rPr>
        <w:t>Tłuszcz</w:t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BB5AB0B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3EB0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2F908510" w14:textId="77777777" w:rsidR="004B3EB0" w:rsidRPr="004B3EB0" w:rsidRDefault="004B3EB0" w:rsidP="004B3EB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4B3EB0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64D924D" w14:textId="77777777" w:rsidR="004B3EB0" w:rsidRPr="004B3EB0" w:rsidRDefault="004B3EB0" w:rsidP="004B3EB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4B3EB0">
            <w:rPr>
              <w:rFonts w:asciiTheme="majorHAnsi" w:hAnsiTheme="majorHAnsi"/>
              <w:color w:val="000000" w:themeColor="text1"/>
              <w:sz w:val="14"/>
              <w:szCs w:val="18"/>
            </w:rPr>
            <w:t>Wykonanie robót budowlanych w zakresie przyłączenia do sieci elektroenergetycznej</w:t>
          </w:r>
        </w:p>
        <w:p w14:paraId="78F2657E" w14:textId="77777777" w:rsidR="004B3EB0" w:rsidRPr="004B3EB0" w:rsidRDefault="004B3EB0" w:rsidP="004B3EB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4B3EB0">
            <w:rPr>
              <w:rFonts w:asciiTheme="majorHAnsi" w:hAnsiTheme="majorHAnsi"/>
              <w:color w:val="000000" w:themeColor="text1"/>
              <w:sz w:val="14"/>
              <w:szCs w:val="18"/>
            </w:rPr>
            <w:t>kontrahentów w podziale na 4 części: Część 1 – w m. Gołków gm. Piaseczno, Część 2 – w</w:t>
          </w:r>
        </w:p>
        <w:p w14:paraId="062C8498" w14:textId="77777777" w:rsidR="004B3EB0" w:rsidRPr="004B3EB0" w:rsidRDefault="004B3EB0" w:rsidP="004B3EB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4B3EB0">
            <w:rPr>
              <w:rFonts w:asciiTheme="majorHAnsi" w:hAnsiTheme="majorHAnsi"/>
              <w:color w:val="000000" w:themeColor="text1"/>
              <w:sz w:val="14"/>
              <w:szCs w:val="18"/>
            </w:rPr>
            <w:t>m. Łomna-Las gm. Czosnów, Część 3 - w m. Tarczyn gm. Tarczyn, Część 4 - stacja</w:t>
          </w:r>
        </w:p>
        <w:p w14:paraId="74E76B65" w14:textId="77777777" w:rsidR="004B3EB0" w:rsidRPr="004B3EB0" w:rsidRDefault="004B3EB0" w:rsidP="004B3EB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4B3EB0">
            <w:rPr>
              <w:rFonts w:asciiTheme="majorHAnsi" w:hAnsiTheme="majorHAnsi"/>
              <w:color w:val="000000" w:themeColor="text1"/>
              <w:sz w:val="14"/>
              <w:szCs w:val="18"/>
            </w:rPr>
            <w:t>110/15kV Tłuszcz</w:t>
          </w:r>
        </w:p>
        <w:p w14:paraId="5205B493" w14:textId="6D0FFA06" w:rsidR="00347E8D" w:rsidRPr="006B2C28" w:rsidRDefault="004B3EB0" w:rsidP="004B3EB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4B3EB0">
            <w:rPr>
              <w:rFonts w:asciiTheme="majorHAnsi" w:hAnsiTheme="majorHAnsi"/>
              <w:color w:val="000000" w:themeColor="text1"/>
              <w:sz w:val="14"/>
              <w:szCs w:val="18"/>
            </w:rPr>
            <w:t>POST/DYS/OW/GZ/02985/2025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ECFC5F4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11"/>
  </w:num>
  <w:num w:numId="4">
    <w:abstractNumId w:val="17"/>
  </w:num>
  <w:num w:numId="5">
    <w:abstractNumId w:val="16"/>
  </w:num>
  <w:num w:numId="6">
    <w:abstractNumId w:val="16"/>
  </w:num>
  <w:num w:numId="7">
    <w:abstractNumId w:val="3"/>
  </w:num>
  <w:num w:numId="8">
    <w:abstractNumId w:val="23"/>
  </w:num>
  <w:num w:numId="9">
    <w:abstractNumId w:val="15"/>
  </w:num>
  <w:num w:numId="10">
    <w:abstractNumId w:val="4"/>
  </w:num>
  <w:num w:numId="11">
    <w:abstractNumId w:val="12"/>
  </w:num>
  <w:num w:numId="12">
    <w:abstractNumId w:val="10"/>
  </w:num>
  <w:num w:numId="13">
    <w:abstractNumId w:val="22"/>
  </w:num>
  <w:num w:numId="14">
    <w:abstractNumId w:val="19"/>
  </w:num>
  <w:num w:numId="15">
    <w:abstractNumId w:val="14"/>
  </w:num>
  <w:num w:numId="16">
    <w:abstractNumId w:val="8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4"/>
  </w:num>
  <w:num w:numId="21">
    <w:abstractNumId w:val="1"/>
  </w:num>
  <w:num w:numId="22">
    <w:abstractNumId w:val="13"/>
  </w:num>
  <w:num w:numId="23">
    <w:abstractNumId w:val="9"/>
  </w:num>
  <w:num w:numId="24">
    <w:abstractNumId w:val="18"/>
  </w:num>
  <w:num w:numId="25">
    <w:abstractNumId w:val="21"/>
  </w:num>
  <w:num w:numId="26">
    <w:abstractNumId w:val="2"/>
  </w:num>
  <w:num w:numId="27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4C57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3B81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768DF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B3EB0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A759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5C5750E95257749A01A7EC24E80CB30" ma:contentTypeVersion="0" ma:contentTypeDescription="SWPP2 Dokument bazowy" ma:contentTypeScope="" ma:versionID="927ceedb857578bc843da0174319f30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12 - Ankieta weryfikacji Wykonawcy w zakresie zapewnienia gwarancji bezpieczeństwa przetwarzania danych osobowych.docx</dmsv2BaseFileName>
    <dmsv2BaseDisplayName xmlns="http://schemas.microsoft.com/sharepoint/v3">Załącznik nr 12 - Ankieta weryfikacji Wykonawcy w zakresie zapewnienia gwarancji bezpieczeństwa przetwarzania danych osobowych</dmsv2BaseDisplayName>
    <dmsv2SWPP2ObjectNumber xmlns="http://schemas.microsoft.com/sharepoint/v3">POST/DYS/OW/GZ/02985/2025                         </dmsv2SWPP2ObjectNumber>
    <dmsv2SWPP2SumMD5 xmlns="http://schemas.microsoft.com/sharepoint/v3">51dfc6400caddc5e4b7724b95443c78a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690043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23129911</dmsv2BaseClientSystemDocumentID>
    <dmsv2BaseModifiedByID xmlns="http://schemas.microsoft.com/sharepoint/v3">11909851</dmsv2BaseModifiedByID>
    <dmsv2BaseCreatedByID xmlns="http://schemas.microsoft.com/sharepoint/v3">11909851</dmsv2BaseCreatedByID>
    <dmsv2SWPP2ObjectDepartment xmlns="http://schemas.microsoft.com/sharepoint/v3">00000001000700050000000a00010000</dmsv2SWPP2ObjectDepartment>
    <dmsv2SWPP2ObjectName xmlns="http://schemas.microsoft.com/sharepoint/v3">Postępowanie</dmsv2SWPP2ObjectName>
    <_dlc_DocId xmlns="a19cb1c7-c5c7-46d4-85ae-d83685407bba">VMUH7Q3WANFY-367621228-6961</_dlc_DocId>
    <_dlc_DocIdUrl xmlns="a19cb1c7-c5c7-46d4-85ae-d83685407bba">
      <Url>https://swpp2.dms.gkpge.pl/sites/39/_layouts/15/DocIdRedir.aspx?ID=VMUH7Q3WANFY-367621228-6961</Url>
      <Description>VMUH7Q3WANFY-367621228-6961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6021467-9FA2-4733-BB3C-29D4690B6CA4}"/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70BBD81-1FF6-4358-957F-CABEA88A911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FE1D2B6-79B8-47BA-A7F1-9A6FA8BA81DB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7</TotalTime>
  <Pages>2</Pages>
  <Words>507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Matuszewski Paweł [PGE Dystr. O.Warszawa]</cp:lastModifiedBy>
  <cp:revision>6</cp:revision>
  <cp:lastPrinted>2024-07-15T11:21:00Z</cp:lastPrinted>
  <dcterms:created xsi:type="dcterms:W3CDTF">2025-05-30T13:34:00Z</dcterms:created>
  <dcterms:modified xsi:type="dcterms:W3CDTF">2025-08-08T13:29:00Z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0x010189100085C5750E95257749A01A7EC24E80CB30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70a8b4e1-de62-44f6-889b-e75c8452af4e</vt:lpwstr>
  </property>
</Properties>
</file>